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E39D1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10F097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8EB39AE" w14:textId="2B377468" w:rsidR="0085747A" w:rsidRPr="00AF6153" w:rsidRDefault="0071620A" w:rsidP="00AF6153">
      <w:pPr>
        <w:spacing w:after="0" w:line="240" w:lineRule="exact"/>
        <w:jc w:val="center"/>
        <w:rPr>
          <w:rFonts w:ascii="Corbel" w:hAnsi="Corbel"/>
          <w:i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F6153">
        <w:rPr>
          <w:rFonts w:ascii="Corbel" w:hAnsi="Corbel"/>
          <w:b/>
          <w:smallCaps/>
          <w:sz w:val="24"/>
          <w:szCs w:val="24"/>
        </w:rPr>
        <w:t>20</w:t>
      </w:r>
      <w:r w:rsidR="0097050D">
        <w:rPr>
          <w:rFonts w:ascii="Corbel" w:hAnsi="Corbel"/>
          <w:b/>
          <w:smallCaps/>
          <w:sz w:val="24"/>
          <w:szCs w:val="24"/>
        </w:rPr>
        <w:t>19</w:t>
      </w:r>
      <w:r w:rsidR="00AF6153">
        <w:rPr>
          <w:rFonts w:ascii="Corbel" w:hAnsi="Corbel"/>
          <w:b/>
          <w:smallCaps/>
          <w:sz w:val="24"/>
          <w:szCs w:val="24"/>
        </w:rPr>
        <w:t>-202</w:t>
      </w:r>
      <w:r w:rsidR="0097050D">
        <w:rPr>
          <w:rFonts w:ascii="Corbel" w:hAnsi="Corbel"/>
          <w:b/>
          <w:smallCaps/>
          <w:sz w:val="24"/>
          <w:szCs w:val="24"/>
        </w:rPr>
        <w:t>1</w:t>
      </w:r>
    </w:p>
    <w:p w14:paraId="2310A726" w14:textId="1110FC9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C3BEA">
        <w:rPr>
          <w:rFonts w:ascii="Corbel" w:hAnsi="Corbel"/>
          <w:sz w:val="20"/>
          <w:szCs w:val="20"/>
        </w:rPr>
        <w:t>202</w:t>
      </w:r>
      <w:r w:rsidR="0097050D">
        <w:rPr>
          <w:rFonts w:ascii="Corbel" w:hAnsi="Corbel"/>
          <w:sz w:val="20"/>
          <w:szCs w:val="20"/>
        </w:rPr>
        <w:t>0</w:t>
      </w:r>
      <w:r w:rsidR="00EC3BEA">
        <w:rPr>
          <w:rFonts w:ascii="Corbel" w:hAnsi="Corbel"/>
          <w:sz w:val="20"/>
          <w:szCs w:val="20"/>
        </w:rPr>
        <w:t>/20</w:t>
      </w:r>
      <w:r w:rsidR="00FF0C17">
        <w:rPr>
          <w:rFonts w:ascii="Corbel" w:hAnsi="Corbel"/>
          <w:sz w:val="20"/>
          <w:szCs w:val="20"/>
        </w:rPr>
        <w:t>2</w:t>
      </w:r>
      <w:r w:rsidR="0097050D">
        <w:rPr>
          <w:rFonts w:ascii="Corbel" w:hAnsi="Corbel"/>
          <w:sz w:val="20"/>
          <w:szCs w:val="20"/>
        </w:rPr>
        <w:t>1</w:t>
      </w:r>
    </w:p>
    <w:p w14:paraId="50E9159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8EE82A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7C34CAE" w14:textId="77777777" w:rsidTr="00EC3BEA">
        <w:tc>
          <w:tcPr>
            <w:tcW w:w="2694" w:type="dxa"/>
            <w:vAlign w:val="center"/>
          </w:tcPr>
          <w:p w14:paraId="1116DBA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F50B67" w14:textId="77777777" w:rsidR="0085747A" w:rsidRPr="009C54AE" w:rsidRDefault="004459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5992">
              <w:rPr>
                <w:rFonts w:ascii="Corbel" w:hAnsi="Corbel"/>
                <w:b w:val="0"/>
                <w:sz w:val="24"/>
                <w:szCs w:val="24"/>
              </w:rPr>
              <w:t>Animacja społeczna środowiska lokalnego</w:t>
            </w:r>
          </w:p>
        </w:tc>
      </w:tr>
      <w:tr w:rsidR="0085747A" w:rsidRPr="009C54AE" w14:paraId="666DB0DA" w14:textId="77777777" w:rsidTr="00EC3BEA">
        <w:tc>
          <w:tcPr>
            <w:tcW w:w="2694" w:type="dxa"/>
            <w:vAlign w:val="center"/>
          </w:tcPr>
          <w:p w14:paraId="5A61760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F96A3E" w14:textId="19F509AC" w:rsidR="0085747A" w:rsidRPr="009C54AE" w:rsidRDefault="009F5146" w:rsidP="005069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146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506906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9F5146">
              <w:rPr>
                <w:rFonts w:ascii="Corbel" w:hAnsi="Corbel"/>
                <w:b w:val="0"/>
                <w:sz w:val="24"/>
                <w:szCs w:val="24"/>
              </w:rPr>
              <w:t>[4]</w:t>
            </w:r>
            <w:r w:rsidR="00563FD4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9F5146">
              <w:rPr>
                <w:rFonts w:ascii="Corbel" w:hAnsi="Corbel"/>
                <w:b w:val="0"/>
                <w:sz w:val="24"/>
                <w:szCs w:val="24"/>
              </w:rPr>
              <w:t>_02</w:t>
            </w:r>
          </w:p>
        </w:tc>
      </w:tr>
      <w:tr w:rsidR="00EC3BEA" w:rsidRPr="009C54AE" w14:paraId="48ACFFCE" w14:textId="77777777" w:rsidTr="00EC3BEA">
        <w:tc>
          <w:tcPr>
            <w:tcW w:w="2694" w:type="dxa"/>
            <w:vAlign w:val="center"/>
          </w:tcPr>
          <w:p w14:paraId="19267D5B" w14:textId="77777777" w:rsidR="00EC3BEA" w:rsidRPr="009C54AE" w:rsidRDefault="00EC3BEA" w:rsidP="00EC3BE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4A3BD95" w14:textId="77777777" w:rsidR="00EC3BEA" w:rsidRPr="00195F96" w:rsidRDefault="00EC3BEA" w:rsidP="00EC3B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C3BEA" w:rsidRPr="009C54AE" w14:paraId="1D5DECF4" w14:textId="77777777" w:rsidTr="00EC3BEA">
        <w:tc>
          <w:tcPr>
            <w:tcW w:w="2694" w:type="dxa"/>
            <w:vAlign w:val="center"/>
          </w:tcPr>
          <w:p w14:paraId="2FDE5349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F2DDC00" w14:textId="77777777" w:rsidR="00EC3BEA" w:rsidRPr="00195F96" w:rsidRDefault="004B4CCD" w:rsidP="005513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</w:t>
            </w:r>
            <w:r w:rsidR="00EC3BEA" w:rsidRPr="00195F96">
              <w:rPr>
                <w:rFonts w:ascii="Corbel" w:hAnsi="Corbel"/>
                <w:b w:val="0"/>
                <w:sz w:val="24"/>
                <w:szCs w:val="24"/>
              </w:rPr>
              <w:t xml:space="preserve"> Nauk </w:t>
            </w:r>
            <w:r w:rsidR="0055135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51351" w:rsidRPr="00551351">
              <w:rPr>
                <w:rFonts w:ascii="Corbel" w:hAnsi="Corbel"/>
                <w:b w:val="0"/>
                <w:sz w:val="24"/>
                <w:szCs w:val="24"/>
              </w:rPr>
              <w:t>ocjologicznych</w:t>
            </w:r>
          </w:p>
        </w:tc>
      </w:tr>
      <w:tr w:rsidR="00EC3BEA" w:rsidRPr="009C54AE" w14:paraId="77A90488" w14:textId="77777777" w:rsidTr="00EC3BEA">
        <w:tc>
          <w:tcPr>
            <w:tcW w:w="2694" w:type="dxa"/>
            <w:vAlign w:val="center"/>
          </w:tcPr>
          <w:p w14:paraId="37581758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84687B" w14:textId="77777777" w:rsidR="00EC3BEA" w:rsidRPr="00195F96" w:rsidRDefault="00EC3BEA" w:rsidP="00EC3BEA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>Praca Socjalna</w:t>
            </w:r>
          </w:p>
        </w:tc>
      </w:tr>
      <w:tr w:rsidR="00EC3BEA" w:rsidRPr="009C54AE" w14:paraId="1828DD85" w14:textId="77777777" w:rsidTr="00EC3BEA">
        <w:tc>
          <w:tcPr>
            <w:tcW w:w="2694" w:type="dxa"/>
            <w:vAlign w:val="center"/>
          </w:tcPr>
          <w:p w14:paraId="2A1FCB0C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0BD45BB" w14:textId="77777777" w:rsidR="00EC3BEA" w:rsidRPr="00195F96" w:rsidRDefault="00EC3BEA" w:rsidP="00EC3B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195F96">
              <w:rPr>
                <w:rFonts w:ascii="Corbel" w:hAnsi="Corbel"/>
                <w:b w:val="0"/>
                <w:sz w:val="24"/>
                <w:szCs w:val="24"/>
              </w:rPr>
              <w:t xml:space="preserve"> stopnia </w:t>
            </w:r>
          </w:p>
        </w:tc>
      </w:tr>
      <w:tr w:rsidR="00EC3BEA" w:rsidRPr="009C54AE" w14:paraId="36AA1B5B" w14:textId="77777777" w:rsidTr="00EC3BEA">
        <w:tc>
          <w:tcPr>
            <w:tcW w:w="2694" w:type="dxa"/>
            <w:vAlign w:val="center"/>
          </w:tcPr>
          <w:p w14:paraId="72C6EED6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4C5786F" w14:textId="77777777" w:rsidR="00EC3BEA" w:rsidRPr="00195F96" w:rsidRDefault="00EC3BEA" w:rsidP="00EC3BEA">
            <w:pPr>
              <w:pStyle w:val="Default"/>
              <w:rPr>
                <w:rFonts w:ascii="Corbel" w:hAnsi="Corbel"/>
              </w:rPr>
            </w:pPr>
            <w:proofErr w:type="spellStart"/>
            <w:r w:rsidRPr="00195F96">
              <w:rPr>
                <w:rFonts w:ascii="Corbel" w:hAnsi="Corbel"/>
              </w:rPr>
              <w:t>ogólnoakademicki</w:t>
            </w:r>
            <w:proofErr w:type="spellEnd"/>
          </w:p>
        </w:tc>
      </w:tr>
      <w:tr w:rsidR="00EC3BEA" w:rsidRPr="009C54AE" w14:paraId="1A7C83E3" w14:textId="77777777" w:rsidTr="00EC3BEA">
        <w:tc>
          <w:tcPr>
            <w:tcW w:w="2694" w:type="dxa"/>
            <w:vAlign w:val="center"/>
          </w:tcPr>
          <w:p w14:paraId="36E85484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FF195C" w14:textId="77777777" w:rsidR="00EC3BEA" w:rsidRPr="00195F96" w:rsidRDefault="00EC3BEA" w:rsidP="00EC3BEA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 xml:space="preserve">stacjonarne  </w:t>
            </w:r>
          </w:p>
        </w:tc>
      </w:tr>
      <w:tr w:rsidR="00EC3BEA" w:rsidRPr="009C54AE" w14:paraId="4C6B2F2D" w14:textId="77777777" w:rsidTr="00EC3BEA">
        <w:tc>
          <w:tcPr>
            <w:tcW w:w="2694" w:type="dxa"/>
            <w:vAlign w:val="center"/>
          </w:tcPr>
          <w:p w14:paraId="35DC6E69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848EE7" w14:textId="77777777" w:rsidR="00EC3BEA" w:rsidRPr="00195F96" w:rsidRDefault="00EC3BEA" w:rsidP="00EC3BEA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 xml:space="preserve">Rok 2, semestr </w:t>
            </w:r>
            <w:r w:rsidR="00FF0C17">
              <w:rPr>
                <w:rFonts w:ascii="Corbel" w:hAnsi="Corbel"/>
              </w:rPr>
              <w:t>IV</w:t>
            </w:r>
          </w:p>
        </w:tc>
      </w:tr>
      <w:tr w:rsidR="00EC3BEA" w:rsidRPr="009C54AE" w14:paraId="24DDCAD3" w14:textId="77777777" w:rsidTr="00EC3BEA">
        <w:tc>
          <w:tcPr>
            <w:tcW w:w="2694" w:type="dxa"/>
            <w:vAlign w:val="center"/>
          </w:tcPr>
          <w:p w14:paraId="46FDA378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750F6F" w14:textId="77777777" w:rsidR="00EC3BEA" w:rsidRPr="00195F96" w:rsidRDefault="00551351" w:rsidP="00EC3BEA">
            <w:pPr>
              <w:pStyle w:val="Default"/>
              <w:rPr>
                <w:rFonts w:ascii="Corbel" w:hAnsi="Corbel"/>
              </w:rPr>
            </w:pPr>
            <w:r w:rsidRPr="00551351">
              <w:rPr>
                <w:rFonts w:ascii="Corbel" w:hAnsi="Corbel"/>
              </w:rPr>
              <w:t>obligatoryjny</w:t>
            </w:r>
          </w:p>
        </w:tc>
      </w:tr>
      <w:tr w:rsidR="00EC3BEA" w:rsidRPr="009C54AE" w14:paraId="4965C514" w14:textId="77777777" w:rsidTr="00EC3BEA">
        <w:tc>
          <w:tcPr>
            <w:tcW w:w="2694" w:type="dxa"/>
            <w:vAlign w:val="center"/>
          </w:tcPr>
          <w:p w14:paraId="6BBACEA6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896B9E0" w14:textId="77777777" w:rsidR="00EC3BEA" w:rsidRPr="00195F96" w:rsidRDefault="00EC3BEA" w:rsidP="00EC3B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C3BEA" w:rsidRPr="009C54AE" w14:paraId="1099E254" w14:textId="77777777" w:rsidTr="00EC3BEA">
        <w:tc>
          <w:tcPr>
            <w:tcW w:w="2694" w:type="dxa"/>
            <w:vAlign w:val="center"/>
          </w:tcPr>
          <w:p w14:paraId="60467019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9475523" w14:textId="77777777" w:rsidR="00EC3BEA" w:rsidRPr="00195F96" w:rsidRDefault="00EC3BEA" w:rsidP="00EC3B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Krystyna Leśniak-</w:t>
            </w:r>
            <w:proofErr w:type="spellStart"/>
            <w:r w:rsidRPr="00195F96">
              <w:rPr>
                <w:rFonts w:ascii="Corbel" w:hAnsi="Corbel"/>
                <w:b w:val="0"/>
                <w:sz w:val="24"/>
                <w:szCs w:val="24"/>
              </w:rPr>
              <w:t>Moczuk</w:t>
            </w:r>
            <w:proofErr w:type="spellEnd"/>
          </w:p>
        </w:tc>
      </w:tr>
      <w:tr w:rsidR="00EC3BEA" w:rsidRPr="009C54AE" w14:paraId="4DC6EC97" w14:textId="77777777" w:rsidTr="00EC3BEA">
        <w:tc>
          <w:tcPr>
            <w:tcW w:w="2694" w:type="dxa"/>
            <w:vAlign w:val="center"/>
          </w:tcPr>
          <w:p w14:paraId="7A8C7658" w14:textId="77777777" w:rsidR="00EC3BEA" w:rsidRPr="009C54AE" w:rsidRDefault="00EC3BEA" w:rsidP="00EC3B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A51942" w14:textId="77777777" w:rsidR="00EC3BEA" w:rsidRPr="00195F96" w:rsidRDefault="00EC3BEA" w:rsidP="00EC3B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Krystyna Leśniak-</w:t>
            </w:r>
            <w:proofErr w:type="spellStart"/>
            <w:r w:rsidRPr="00195F96">
              <w:rPr>
                <w:rFonts w:ascii="Corbel" w:hAnsi="Corbel"/>
                <w:b w:val="0"/>
                <w:sz w:val="24"/>
                <w:szCs w:val="24"/>
              </w:rPr>
              <w:t>Moczuk</w:t>
            </w:r>
            <w:proofErr w:type="spellEnd"/>
          </w:p>
        </w:tc>
      </w:tr>
    </w:tbl>
    <w:p w14:paraId="636F412F" w14:textId="77777777" w:rsidR="00923D7D" w:rsidRPr="009C54AE" w:rsidRDefault="0085747A" w:rsidP="006A3692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E248A3B" w14:textId="77777777" w:rsidR="00923D7D" w:rsidRPr="009C54AE" w:rsidRDefault="0085747A" w:rsidP="006A369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4516C38" w14:textId="77777777" w:rsidTr="009F514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D15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86397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75B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4E6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315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329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206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F8C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05C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149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D5A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DCB7A6C" w14:textId="77777777" w:rsidTr="009F514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17B89" w14:textId="77777777" w:rsidR="00015B8F" w:rsidRPr="009C54AE" w:rsidRDefault="00FF0C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EC6A" w14:textId="300D9F50" w:rsidR="00015B8F" w:rsidRPr="009C54AE" w:rsidRDefault="00EC3BEA" w:rsidP="00506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06906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6A0CF" w14:textId="0CB7C879" w:rsidR="00015B8F" w:rsidRPr="009C54AE" w:rsidRDefault="00551351" w:rsidP="005069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06906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411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395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847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D7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03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8298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D7E19" w14:textId="77777777" w:rsidR="00015B8F" w:rsidRPr="009C54AE" w:rsidRDefault="009F51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2245169" w14:textId="77777777" w:rsidR="00923D7D" w:rsidRPr="009C54AE" w:rsidRDefault="00923D7D" w:rsidP="006A369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53EA4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C4EB9E6" w14:textId="77777777" w:rsidR="0085747A" w:rsidRPr="009C54AE" w:rsidRDefault="0055135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33E70D1" w14:textId="77777777" w:rsidR="0085747A" w:rsidRPr="009C54AE" w:rsidRDefault="0085747A" w:rsidP="00551351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7AC7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4882A9" w14:textId="77777777" w:rsidR="006A369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7AC9893F" w14:textId="77777777" w:rsidR="00E22FBC" w:rsidRPr="009C54AE" w:rsidRDefault="006A369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9F5146">
        <w:rPr>
          <w:rFonts w:ascii="Corbel" w:hAnsi="Corbel"/>
          <w:b w:val="0"/>
          <w:smallCaps w:val="0"/>
          <w:szCs w:val="24"/>
        </w:rPr>
        <w:t>gzamin</w:t>
      </w:r>
    </w:p>
    <w:p w14:paraId="20A33FC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D1B158" w14:textId="77777777" w:rsidR="00146449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2.Wymagania ws</w:t>
      </w:r>
      <w:r w:rsidR="00563FD4" w:rsidRPr="00563FD4">
        <w:rPr>
          <w:rFonts w:ascii="Corbel" w:hAnsi="Corbel"/>
          <w:szCs w:val="24"/>
        </w:rPr>
        <w:t>tępne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46449" w:rsidRPr="009C54AE" w14:paraId="4E08AC35" w14:textId="77777777" w:rsidTr="00F33C60">
        <w:tc>
          <w:tcPr>
            <w:tcW w:w="9670" w:type="dxa"/>
          </w:tcPr>
          <w:p w14:paraId="548D5BD4" w14:textId="37A86CE8" w:rsidR="00146449" w:rsidRPr="009C54AE" w:rsidRDefault="00146449" w:rsidP="0014644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1464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socjalna</w:t>
            </w:r>
            <w:r w:rsidR="00C22D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1464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Nowe kierunki pracy socjalnej, metody i techniki pracy socjalnej  </w:t>
            </w:r>
          </w:p>
        </w:tc>
      </w:tr>
    </w:tbl>
    <w:p w14:paraId="3DC33F13" w14:textId="77777777" w:rsidR="006A3692" w:rsidRDefault="006A369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57A33B" w14:textId="77777777" w:rsidR="00563FD4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B1DD46A" w14:textId="77777777" w:rsidR="00F83B28" w:rsidRPr="006A3692" w:rsidRDefault="0071620A" w:rsidP="006A3692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A3692" w:rsidRPr="009C54AE" w14:paraId="1AEF4F2F" w14:textId="77777777" w:rsidTr="006A3692">
        <w:tc>
          <w:tcPr>
            <w:tcW w:w="845" w:type="dxa"/>
            <w:vAlign w:val="center"/>
          </w:tcPr>
          <w:p w14:paraId="726AD95F" w14:textId="77777777" w:rsidR="006A3692" w:rsidRPr="009C54AE" w:rsidRDefault="006A3692" w:rsidP="005513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821FCE3" w14:textId="77777777" w:rsidR="006A3692" w:rsidRPr="009C54AE" w:rsidRDefault="006A3692" w:rsidP="005513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Przyswojenie przez studentów idei inicjatyw społecznych tworzących wspólnoty lokalne w społeczeństwie tradycyjnym i społeczeństwo obywatelskie w ponowoczesności.</w:t>
            </w:r>
          </w:p>
        </w:tc>
      </w:tr>
      <w:tr w:rsidR="006A3692" w:rsidRPr="009C54AE" w14:paraId="0447D5BA" w14:textId="77777777" w:rsidTr="006A3692">
        <w:tc>
          <w:tcPr>
            <w:tcW w:w="845" w:type="dxa"/>
            <w:vAlign w:val="center"/>
          </w:tcPr>
          <w:p w14:paraId="69BD72D2" w14:textId="77777777" w:rsidR="006A3692" w:rsidRPr="009C54AE" w:rsidRDefault="006A3692" w:rsidP="0055135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5" w:type="dxa"/>
            <w:vAlign w:val="center"/>
          </w:tcPr>
          <w:p w14:paraId="23EADDB3" w14:textId="77777777" w:rsidR="006A3692" w:rsidRPr="009C54AE" w:rsidRDefault="006A3692" w:rsidP="005513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form prawnych i podstaw finansowania organizacji społecznych i efektów ich działań na rzecz środowisk lokalnych oraz nowych form animacji społecznej</w:t>
            </w:r>
          </w:p>
        </w:tc>
      </w:tr>
      <w:tr w:rsidR="006A3692" w:rsidRPr="009C54AE" w14:paraId="2AC211F3" w14:textId="77777777" w:rsidTr="006A3692">
        <w:tc>
          <w:tcPr>
            <w:tcW w:w="845" w:type="dxa"/>
            <w:vAlign w:val="center"/>
          </w:tcPr>
          <w:p w14:paraId="52DEEECD" w14:textId="77777777" w:rsidR="006A3692" w:rsidRPr="009C54AE" w:rsidRDefault="006A3692" w:rsidP="005513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D7C0B15" w14:textId="77777777" w:rsidR="006A3692" w:rsidRPr="009C54AE" w:rsidRDefault="006A3692" w:rsidP="005513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Zaszczepienie zaangażowania społecznego młodzieży poprzez uczestnictwo w wydarzeniach lokalnych organizowanych przez animatorów społecznych.</w:t>
            </w:r>
          </w:p>
        </w:tc>
      </w:tr>
    </w:tbl>
    <w:p w14:paraId="723771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0F7CAA" w14:textId="77777777" w:rsidR="001D7B54" w:rsidRPr="009C54AE" w:rsidRDefault="009F4610" w:rsidP="006A369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03DDA53" w14:textId="77777777" w:rsidTr="000E671E">
        <w:tc>
          <w:tcPr>
            <w:tcW w:w="1681" w:type="dxa"/>
            <w:vAlign w:val="center"/>
          </w:tcPr>
          <w:p w14:paraId="712E68B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C74F27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D8707A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51351" w:rsidRPr="009C54AE" w14:paraId="0536A494" w14:textId="77777777" w:rsidTr="000E671E">
        <w:tc>
          <w:tcPr>
            <w:tcW w:w="1681" w:type="dxa"/>
          </w:tcPr>
          <w:p w14:paraId="6FED8C9F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0738B43D" w14:textId="77777777" w:rsidR="004B4CCD" w:rsidRPr="009C54AE" w:rsidRDefault="00551351" w:rsidP="004B4C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</w:t>
            </w:r>
            <w:r w:rsidRPr="00627196">
              <w:rPr>
                <w:rFonts w:ascii="Corbel" w:hAnsi="Corbel"/>
                <w:b w:val="0"/>
                <w:smallCaps w:val="0"/>
                <w:szCs w:val="24"/>
              </w:rPr>
              <w:t xml:space="preserve">szerzoną wiedzę w zakresie funkcjonowania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współdziałania </w:t>
            </w:r>
            <w:r w:rsidRPr="00627196">
              <w:rPr>
                <w:rFonts w:ascii="Corbel" w:hAnsi="Corbel"/>
                <w:b w:val="0"/>
                <w:smallCaps w:val="0"/>
                <w:szCs w:val="24"/>
              </w:rPr>
              <w:t xml:space="preserve">elementów struktur społecznych instytucji życia publicznego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śr0dpowisku lokalnym oraz zna</w:t>
            </w:r>
            <w:r w:rsidRPr="00627196">
              <w:rPr>
                <w:rFonts w:ascii="Corbel" w:hAnsi="Corbel"/>
                <w:b w:val="0"/>
                <w:smallCaps w:val="0"/>
                <w:szCs w:val="24"/>
              </w:rPr>
              <w:t xml:space="preserve"> instrumenty formalno-prawne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funkcjonowania organizacji społecznych</w:t>
            </w:r>
            <w:r w:rsidR="00563FD4">
              <w:rPr>
                <w:rFonts w:ascii="Corbel" w:hAnsi="Corbel"/>
                <w:b w:val="0"/>
                <w:smallCaps w:val="0"/>
                <w:szCs w:val="24"/>
              </w:rPr>
              <w:t xml:space="preserve"> w środowisku lokalnym</w:t>
            </w:r>
          </w:p>
        </w:tc>
        <w:tc>
          <w:tcPr>
            <w:tcW w:w="1865" w:type="dxa"/>
          </w:tcPr>
          <w:p w14:paraId="25674108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551351" w:rsidRPr="009C54AE" w14:paraId="1646B040" w14:textId="77777777" w:rsidTr="000E671E">
        <w:tc>
          <w:tcPr>
            <w:tcW w:w="1681" w:type="dxa"/>
          </w:tcPr>
          <w:p w14:paraId="1C547EFC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0984C61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7196">
              <w:rPr>
                <w:rFonts w:ascii="Corbel" w:hAnsi="Corbel"/>
                <w:b w:val="0"/>
                <w:smallCaps w:val="0"/>
                <w:szCs w:val="24"/>
              </w:rPr>
              <w:t xml:space="preserve">ma pogłębioną wiedzę na temat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nowych form działań animatorów społeczno-kulturalnych  w środowiskach lokalnych i metod pracy na rzecz społeczności lokalnych </w:t>
            </w:r>
          </w:p>
        </w:tc>
        <w:tc>
          <w:tcPr>
            <w:tcW w:w="1865" w:type="dxa"/>
          </w:tcPr>
          <w:p w14:paraId="1DB72658" w14:textId="77777777" w:rsidR="00551351" w:rsidRPr="009C54AE" w:rsidRDefault="00551351" w:rsidP="008E20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8E209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551351" w:rsidRPr="009C54AE" w14:paraId="6EA294DD" w14:textId="77777777" w:rsidTr="000E671E">
        <w:tc>
          <w:tcPr>
            <w:tcW w:w="1681" w:type="dxa"/>
          </w:tcPr>
          <w:p w14:paraId="30E43628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DFE6B22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7196">
              <w:rPr>
                <w:rFonts w:ascii="Corbel" w:hAnsi="Corbel"/>
                <w:b w:val="0"/>
                <w:smallCaps w:val="0"/>
                <w:szCs w:val="24"/>
              </w:rPr>
              <w:t xml:space="preserve">potrafi wykorzystywać wiedzę wynikającą z diagnozowania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rozwoju społeczności  lokalnych  do działań prowadzonych przez  animatorów społecznych</w:t>
            </w:r>
          </w:p>
        </w:tc>
        <w:tc>
          <w:tcPr>
            <w:tcW w:w="1865" w:type="dxa"/>
          </w:tcPr>
          <w:p w14:paraId="6460BF95" w14:textId="2E148CD5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B509E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551351" w:rsidRPr="009C54AE" w14:paraId="6B9BE401" w14:textId="77777777" w:rsidTr="000E671E">
        <w:tc>
          <w:tcPr>
            <w:tcW w:w="1681" w:type="dxa"/>
          </w:tcPr>
          <w:p w14:paraId="6E35C50A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FD4FA0F" w14:textId="77777777" w:rsidR="00551351" w:rsidRPr="009C54AE" w:rsidRDefault="00E6196F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>mie</w:t>
            </w:r>
            <w:r w:rsidR="00551351" w:rsidRPr="00627196">
              <w:rPr>
                <w:rFonts w:ascii="Corbel" w:hAnsi="Corbel"/>
                <w:b w:val="0"/>
                <w:smallCaps w:val="0"/>
                <w:szCs w:val="24"/>
              </w:rPr>
              <w:t xml:space="preserve"> analizować i innowacyjnie rozwiązywać konkretne problemy 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 xml:space="preserve">pojawiające się w środowisku lokalnym, </w:t>
            </w:r>
            <w:r w:rsidR="00551351" w:rsidRPr="00627196">
              <w:rPr>
                <w:rFonts w:ascii="Corbel" w:hAnsi="Corbel"/>
                <w:b w:val="0"/>
                <w:smallCaps w:val="0"/>
                <w:szCs w:val="24"/>
              </w:rPr>
              <w:t>odpowiednio uzasadniając swoje stanowisko oraz przeciwdziałać aktualnym problemom społecznym, proponując w tym zakresie odpowiednie rozstrzygnięcia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 xml:space="preserve"> w oparciu o poznane metody pracy na rzecz społeczności lokalnej.</w:t>
            </w:r>
          </w:p>
        </w:tc>
        <w:tc>
          <w:tcPr>
            <w:tcW w:w="1865" w:type="dxa"/>
          </w:tcPr>
          <w:p w14:paraId="4889DACE" w14:textId="77777777" w:rsidR="00551351" w:rsidRPr="00627196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vertAlign w:val="superscript"/>
              </w:rPr>
            </w:pPr>
            <w:r w:rsidRPr="004B4CCD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551351" w:rsidRPr="009C54AE" w14:paraId="3A860AFD" w14:textId="77777777" w:rsidTr="000E671E">
        <w:tc>
          <w:tcPr>
            <w:tcW w:w="1681" w:type="dxa"/>
          </w:tcPr>
          <w:p w14:paraId="5686EC07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119B784" w14:textId="77777777" w:rsidR="00551351" w:rsidRPr="009C54AE" w:rsidRDefault="00E6196F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 xml:space="preserve">mie </w:t>
            </w:r>
            <w:r w:rsidR="00551351" w:rsidRPr="00627196">
              <w:rPr>
                <w:rFonts w:ascii="Corbel" w:hAnsi="Corbel"/>
                <w:b w:val="0"/>
                <w:smallCaps w:val="0"/>
                <w:szCs w:val="24"/>
              </w:rPr>
              <w:t>tworzyć międzygrupowe sieci współpracy i ko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>munikować się na poziomie mikro</w:t>
            </w:r>
            <w:r w:rsidR="00551351" w:rsidRPr="00627196">
              <w:rPr>
                <w:rFonts w:ascii="Corbel" w:hAnsi="Corbel"/>
                <w:b w:val="0"/>
                <w:smallCaps w:val="0"/>
                <w:szCs w:val="24"/>
              </w:rPr>
              <w:t xml:space="preserve"> otoczenia, wykorzystując różne kanały informacyjne, uwzględniając poglądy i opinie </w:t>
            </w:r>
            <w:r w:rsidR="00551351">
              <w:rPr>
                <w:rFonts w:ascii="Corbel" w:hAnsi="Corbel"/>
                <w:b w:val="0"/>
                <w:smallCaps w:val="0"/>
                <w:szCs w:val="24"/>
              </w:rPr>
              <w:t>informatorów społecznych, samorządowców, polityków lokalnych i mieszkańców</w:t>
            </w:r>
          </w:p>
        </w:tc>
        <w:tc>
          <w:tcPr>
            <w:tcW w:w="1865" w:type="dxa"/>
          </w:tcPr>
          <w:p w14:paraId="22A1F6CE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7196"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14:paraId="436050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048CC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698F55A" w14:textId="77777777" w:rsidR="00A35025" w:rsidRPr="009C54AE" w:rsidRDefault="00A3502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5092F60" w14:textId="77777777" w:rsidR="00675843" w:rsidRPr="00A35025" w:rsidRDefault="0085747A" w:rsidP="00A3502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93B70B" w14:textId="77777777" w:rsidTr="0020121F">
        <w:tc>
          <w:tcPr>
            <w:tcW w:w="9520" w:type="dxa"/>
          </w:tcPr>
          <w:p w14:paraId="3C6B39C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51351" w:rsidRPr="009C54AE" w14:paraId="5C09F6C3" w14:textId="77777777" w:rsidTr="0020121F">
        <w:tc>
          <w:tcPr>
            <w:tcW w:w="9520" w:type="dxa"/>
          </w:tcPr>
          <w:p w14:paraId="55E20C98" w14:textId="77777777" w:rsidR="00551351" w:rsidRPr="00551351" w:rsidRDefault="00551351" w:rsidP="005513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Przemiany wspólnot lokalnych w zbiorowości lokalne.</w:t>
            </w:r>
          </w:p>
        </w:tc>
      </w:tr>
      <w:tr w:rsidR="00551351" w:rsidRPr="009C54AE" w14:paraId="639691D5" w14:textId="77777777" w:rsidTr="0020121F">
        <w:tc>
          <w:tcPr>
            <w:tcW w:w="9520" w:type="dxa"/>
          </w:tcPr>
          <w:p w14:paraId="054C84FD" w14:textId="77777777" w:rsidR="00551351" w:rsidRPr="00551351" w:rsidRDefault="00551351" w:rsidP="005513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trike/>
                <w:sz w:val="24"/>
                <w:szCs w:val="24"/>
              </w:rPr>
            </w:pPr>
            <w:r w:rsidRPr="00DF1B42">
              <w:rPr>
                <w:rFonts w:ascii="Corbel" w:hAnsi="Corbel"/>
                <w:sz w:val="24"/>
                <w:szCs w:val="24"/>
              </w:rPr>
              <w:t>Formalno-prawne podstawy funkcjonowania organizacji społecznych działających na rzecz środowiska lokalnego –</w:t>
            </w:r>
            <w:r w:rsidRPr="00DF1B42">
              <w:rPr>
                <w:sz w:val="24"/>
                <w:szCs w:val="24"/>
              </w:rPr>
              <w:t xml:space="preserve"> programy, finansowanie  (N</w:t>
            </w:r>
            <w:r w:rsidRPr="00DF1B42">
              <w:rPr>
                <w:rFonts w:ascii="Corbel" w:hAnsi="Corbel"/>
                <w:sz w:val="24"/>
                <w:szCs w:val="24"/>
              </w:rPr>
              <w:t xml:space="preserve">arodowy Instytut Wolności). </w:t>
            </w:r>
          </w:p>
        </w:tc>
      </w:tr>
      <w:tr w:rsidR="00551351" w:rsidRPr="009C54AE" w14:paraId="2DE645F3" w14:textId="77777777" w:rsidTr="0020121F">
        <w:tc>
          <w:tcPr>
            <w:tcW w:w="9520" w:type="dxa"/>
          </w:tcPr>
          <w:p w14:paraId="226593DD" w14:textId="77777777" w:rsidR="00551351" w:rsidRPr="00551351" w:rsidRDefault="00551351" w:rsidP="005513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trike/>
                <w:sz w:val="24"/>
                <w:szCs w:val="24"/>
              </w:rPr>
            </w:pPr>
            <w:r w:rsidRPr="00DF1B42">
              <w:rPr>
                <w:rFonts w:ascii="Corbel" w:hAnsi="Corbel"/>
                <w:sz w:val="24"/>
                <w:szCs w:val="24"/>
              </w:rPr>
              <w:t>Inicjatywy środowiska lokalnego w budowaniu społeczeństwa obywatelskiego.</w:t>
            </w:r>
          </w:p>
        </w:tc>
      </w:tr>
      <w:tr w:rsidR="00551351" w:rsidRPr="009C54AE" w14:paraId="5064E1BC" w14:textId="77777777" w:rsidTr="0020121F">
        <w:tc>
          <w:tcPr>
            <w:tcW w:w="9520" w:type="dxa"/>
          </w:tcPr>
          <w:p w14:paraId="76164BBF" w14:textId="77777777" w:rsidR="00551351" w:rsidRPr="00551351" w:rsidRDefault="00551351" w:rsidP="005513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Kreatywni animatorzy środowiska lokalnego.</w:t>
            </w:r>
          </w:p>
        </w:tc>
      </w:tr>
      <w:tr w:rsidR="00551351" w:rsidRPr="009C54AE" w14:paraId="0A960BB7" w14:textId="77777777" w:rsidTr="0020121F">
        <w:tc>
          <w:tcPr>
            <w:tcW w:w="9520" w:type="dxa"/>
          </w:tcPr>
          <w:p w14:paraId="4934D32C" w14:textId="77777777" w:rsidR="00551351" w:rsidRPr="00551351" w:rsidRDefault="00551351" w:rsidP="005513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trike/>
                <w:sz w:val="24"/>
                <w:szCs w:val="24"/>
              </w:rPr>
            </w:pPr>
            <w:r w:rsidRPr="006263D3">
              <w:rPr>
                <w:rFonts w:ascii="Corbel" w:hAnsi="Corbel"/>
                <w:sz w:val="24"/>
                <w:szCs w:val="24"/>
              </w:rPr>
              <w:t xml:space="preserve">Budowanie </w:t>
            </w:r>
            <w:r>
              <w:rPr>
                <w:rFonts w:ascii="Corbel" w:hAnsi="Corbel"/>
                <w:sz w:val="24"/>
                <w:szCs w:val="24"/>
              </w:rPr>
              <w:t xml:space="preserve">lokalnego </w:t>
            </w:r>
            <w:r w:rsidRPr="006263D3">
              <w:rPr>
                <w:rFonts w:ascii="Corbel" w:hAnsi="Corbel"/>
                <w:sz w:val="24"/>
                <w:szCs w:val="24"/>
              </w:rPr>
              <w:t xml:space="preserve">kapitału społecznego poprzez więziotwórczą działalność ruchów społecznych we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6263D3">
              <w:rPr>
                <w:rFonts w:ascii="Corbel" w:hAnsi="Corbel"/>
                <w:sz w:val="24"/>
                <w:szCs w:val="24"/>
              </w:rPr>
              <w:t>spólnocie lokalnej.</w:t>
            </w:r>
          </w:p>
        </w:tc>
      </w:tr>
      <w:tr w:rsidR="00551351" w:rsidRPr="009C54AE" w14:paraId="384C6EAD" w14:textId="77777777" w:rsidTr="0020121F">
        <w:tc>
          <w:tcPr>
            <w:tcW w:w="9520" w:type="dxa"/>
          </w:tcPr>
          <w:p w14:paraId="394C1EF5" w14:textId="77777777" w:rsidR="00551351" w:rsidRPr="00551351" w:rsidRDefault="00551351" w:rsidP="005513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Cele,  przedmiot, efekty działań i koordynacja podmiotów sektora tradycyjnej i nowej ekonomii społecznej z podmiotami w ramach wielosektorowej polityki społecznej.</w:t>
            </w:r>
          </w:p>
        </w:tc>
      </w:tr>
      <w:tr w:rsidR="00551351" w:rsidRPr="009C54AE" w14:paraId="6CC83E62" w14:textId="77777777" w:rsidTr="0020121F">
        <w:tc>
          <w:tcPr>
            <w:tcW w:w="9520" w:type="dxa"/>
          </w:tcPr>
          <w:p w14:paraId="673EBC3C" w14:textId="77777777" w:rsidR="00551351" w:rsidRPr="00551351" w:rsidRDefault="00551351" w:rsidP="0055135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trike/>
                <w:sz w:val="24"/>
                <w:szCs w:val="24"/>
              </w:rPr>
            </w:pPr>
            <w:r w:rsidRPr="006263D3">
              <w:rPr>
                <w:rFonts w:ascii="Corbel" w:hAnsi="Corbel"/>
                <w:sz w:val="24"/>
                <w:szCs w:val="24"/>
              </w:rPr>
              <w:t>Efekty działań towarzystw regionalistycznych w utrwalaniu pamięci historycznej, promowaniu potencjału społeczno-kulturowego i kształtowaniu perspektyw rozwoju małych ojczyzn</w:t>
            </w:r>
            <w:r>
              <w:rPr>
                <w:rFonts w:ascii="Corbel" w:hAnsi="Corbel"/>
                <w:sz w:val="24"/>
                <w:szCs w:val="24"/>
              </w:rPr>
              <w:t xml:space="preserve"> przy współpracy z podmiotami samorządu lokalnego</w:t>
            </w:r>
            <w:r w:rsidRPr="006263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90E27B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1689E6" w14:textId="77777777" w:rsidR="0085747A" w:rsidRPr="00A35025" w:rsidRDefault="0085747A" w:rsidP="00A3502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082BC65" w14:textId="77777777" w:rsidTr="000E671E">
        <w:tc>
          <w:tcPr>
            <w:tcW w:w="9520" w:type="dxa"/>
          </w:tcPr>
          <w:p w14:paraId="6EB4FE0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51351" w:rsidRPr="009C54AE" w14:paraId="7A95A18B" w14:textId="77777777" w:rsidTr="000E671E">
        <w:tc>
          <w:tcPr>
            <w:tcW w:w="9520" w:type="dxa"/>
          </w:tcPr>
          <w:p w14:paraId="228244C9" w14:textId="77777777" w:rsidR="00551351" w:rsidRPr="009C54AE" w:rsidRDefault="00551351" w:rsidP="005513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37C48">
              <w:rPr>
                <w:rFonts w:ascii="Corbel" w:hAnsi="Corbel"/>
                <w:sz w:val="24"/>
                <w:szCs w:val="24"/>
              </w:rPr>
              <w:t>Idea i podstawowe założenia dotyczące animacji społeczno-kulturowej w społeczności lokalnej.</w:t>
            </w:r>
          </w:p>
        </w:tc>
      </w:tr>
      <w:tr w:rsidR="00551351" w:rsidRPr="009C54AE" w14:paraId="4E933C31" w14:textId="77777777" w:rsidTr="000E671E">
        <w:tc>
          <w:tcPr>
            <w:tcW w:w="9520" w:type="dxa"/>
          </w:tcPr>
          <w:p w14:paraId="5963391F" w14:textId="77777777" w:rsidR="00551351" w:rsidRPr="009C54AE" w:rsidRDefault="00551351" w:rsidP="005513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37C48">
              <w:rPr>
                <w:rFonts w:ascii="Corbel" w:hAnsi="Corbel"/>
                <w:sz w:val="24"/>
                <w:szCs w:val="24"/>
              </w:rPr>
              <w:t>Etapy pracy ze społecznością lokalną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51351" w:rsidRPr="009C54AE" w14:paraId="1BFA537B" w14:textId="77777777" w:rsidTr="000E671E">
        <w:tc>
          <w:tcPr>
            <w:tcW w:w="9520" w:type="dxa"/>
          </w:tcPr>
          <w:p w14:paraId="01790D27" w14:textId="77777777" w:rsidR="00551351" w:rsidRPr="009C54AE" w:rsidRDefault="00551351" w:rsidP="005513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F1B42">
              <w:rPr>
                <w:rFonts w:ascii="Corbel" w:hAnsi="Corbel"/>
                <w:sz w:val="24"/>
                <w:szCs w:val="24"/>
              </w:rPr>
              <w:t xml:space="preserve">Nowe role </w:t>
            </w:r>
            <w:r>
              <w:rPr>
                <w:rFonts w:ascii="Corbel" w:hAnsi="Corbel"/>
                <w:sz w:val="24"/>
                <w:szCs w:val="24"/>
              </w:rPr>
              <w:t xml:space="preserve">zawodowe pracownika socjalnego: </w:t>
            </w:r>
            <w:r w:rsidRPr="00DF1B42">
              <w:rPr>
                <w:rFonts w:ascii="Corbel" w:hAnsi="Corbel"/>
                <w:sz w:val="24"/>
                <w:szCs w:val="24"/>
              </w:rPr>
              <w:t>animator lokalny, organizator sieci</w:t>
            </w:r>
            <w:r>
              <w:rPr>
                <w:rFonts w:ascii="Corbel" w:hAnsi="Corbel"/>
                <w:sz w:val="24"/>
                <w:szCs w:val="24"/>
              </w:rPr>
              <w:t>, lokalny polityk</w:t>
            </w:r>
            <w:r w:rsidRPr="00DF1B4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51351" w:rsidRPr="009C54AE" w14:paraId="4C933547" w14:textId="77777777" w:rsidTr="000E671E">
        <w:tc>
          <w:tcPr>
            <w:tcW w:w="9520" w:type="dxa"/>
          </w:tcPr>
          <w:p w14:paraId="6D616601" w14:textId="77777777" w:rsidR="00551351" w:rsidRPr="009C54AE" w:rsidRDefault="00551351" w:rsidP="005513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pracy w środowisku lokalnym:, wydarzenia społeczno-kulturalne,</w:t>
            </w:r>
            <w:r>
              <w:t xml:space="preserve"> </w:t>
            </w:r>
            <w:r w:rsidRPr="00FD67B2">
              <w:rPr>
                <w:rFonts w:ascii="Corbel" w:hAnsi="Corbel"/>
                <w:sz w:val="24"/>
                <w:szCs w:val="24"/>
              </w:rPr>
              <w:t>partnerstwo, wolontariat, kampanie</w:t>
            </w:r>
            <w:r>
              <w:rPr>
                <w:rFonts w:ascii="Corbel" w:hAnsi="Corbel"/>
                <w:sz w:val="24"/>
                <w:szCs w:val="24"/>
              </w:rPr>
              <w:t>, akcje społeczne.</w:t>
            </w:r>
          </w:p>
        </w:tc>
      </w:tr>
      <w:tr w:rsidR="00551351" w:rsidRPr="009C54AE" w14:paraId="48081D7D" w14:textId="77777777" w:rsidTr="000E671E">
        <w:tc>
          <w:tcPr>
            <w:tcW w:w="9520" w:type="dxa"/>
          </w:tcPr>
          <w:p w14:paraId="466FBF3B" w14:textId="77777777" w:rsidR="00551351" w:rsidRPr="009C54AE" w:rsidRDefault="00551351" w:rsidP="005513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67B2">
              <w:rPr>
                <w:rFonts w:ascii="Corbel" w:hAnsi="Corbel"/>
                <w:sz w:val="24"/>
                <w:szCs w:val="24"/>
              </w:rPr>
              <w:t>Programy aktywności lokalnej</w:t>
            </w:r>
          </w:p>
        </w:tc>
      </w:tr>
      <w:tr w:rsidR="00551351" w:rsidRPr="009C54AE" w14:paraId="55330663" w14:textId="77777777" w:rsidTr="000E671E">
        <w:tc>
          <w:tcPr>
            <w:tcW w:w="9520" w:type="dxa"/>
          </w:tcPr>
          <w:p w14:paraId="7A602331" w14:textId="77777777" w:rsidR="00551351" w:rsidRPr="009C54AE" w:rsidRDefault="00551351" w:rsidP="005513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Wizyty studyjne</w:t>
            </w:r>
          </w:p>
        </w:tc>
      </w:tr>
      <w:tr w:rsidR="00551351" w:rsidRPr="009C54AE" w14:paraId="1A1C803C" w14:textId="77777777" w:rsidTr="000E671E">
        <w:tc>
          <w:tcPr>
            <w:tcW w:w="9520" w:type="dxa"/>
          </w:tcPr>
          <w:p w14:paraId="2188D9E9" w14:textId="77777777" w:rsidR="00551351" w:rsidRPr="009C54AE" w:rsidRDefault="00551351" w:rsidP="005513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Sprawozdania z wizyt studyjnych</w:t>
            </w:r>
          </w:p>
        </w:tc>
      </w:tr>
    </w:tbl>
    <w:p w14:paraId="527047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6C3615" w14:textId="77777777" w:rsidR="00E21E7D" w:rsidRPr="00A35025" w:rsidRDefault="009F4610" w:rsidP="00A3502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A6386B1" w14:textId="77777777" w:rsidR="00551351" w:rsidRDefault="00153C41" w:rsidP="005513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="00551351" w:rsidRPr="009064E4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 w:rsidR="00551351">
        <w:rPr>
          <w:rFonts w:ascii="Corbel" w:hAnsi="Corbel"/>
          <w:b w:val="0"/>
          <w:smallCaps w:val="0"/>
          <w:szCs w:val="24"/>
        </w:rPr>
        <w:t>.</w:t>
      </w:r>
    </w:p>
    <w:p w14:paraId="4732FD95" w14:textId="77777777" w:rsidR="00153C41" w:rsidRPr="00551351" w:rsidRDefault="0055135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tekstu, dyskusja, prezentacje multimedialne, referaty, wizyta studyjna, sprawozdanie z wizyty studyjnej.</w:t>
      </w:r>
    </w:p>
    <w:p w14:paraId="0A37095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6DD1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C03657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59699D" w14:textId="77777777" w:rsidR="0085747A" w:rsidRPr="00A35025" w:rsidRDefault="0085747A" w:rsidP="00A3502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C240D45" w14:textId="77777777" w:rsidTr="00411855">
        <w:tc>
          <w:tcPr>
            <w:tcW w:w="1962" w:type="dxa"/>
            <w:vAlign w:val="center"/>
          </w:tcPr>
          <w:p w14:paraId="063599E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15D318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F417A8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9F51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E077F1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0A45A2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51351" w:rsidRPr="009C54AE" w14:paraId="350238F8" w14:textId="77777777" w:rsidTr="00411855">
        <w:tc>
          <w:tcPr>
            <w:tcW w:w="1962" w:type="dxa"/>
          </w:tcPr>
          <w:p w14:paraId="1E1DEE41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7D49F373" w14:textId="77777777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prezentacje multimedialne</w:t>
            </w:r>
            <w:r w:rsidR="00A919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  <w:r w:rsidR="00E61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14:paraId="190D79B1" w14:textId="77777777" w:rsidR="00551351" w:rsidRPr="00873EB4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="00A9195E">
              <w:rPr>
                <w:rFonts w:ascii="Corbel" w:hAnsi="Corbel"/>
                <w:b w:val="0"/>
                <w:szCs w:val="24"/>
              </w:rPr>
              <w:t>, w</w:t>
            </w:r>
          </w:p>
        </w:tc>
      </w:tr>
      <w:tr w:rsidR="00551351" w:rsidRPr="009C54AE" w14:paraId="31C0FA59" w14:textId="77777777" w:rsidTr="00411855">
        <w:tc>
          <w:tcPr>
            <w:tcW w:w="1962" w:type="dxa"/>
          </w:tcPr>
          <w:p w14:paraId="31504861" w14:textId="77777777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FF5733F" w14:textId="3EE535DC" w:rsidR="00551351" w:rsidRDefault="00FB2B78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="005513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eferaty</w:t>
            </w:r>
            <w:r w:rsidR="00A919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egzamin </w:t>
            </w:r>
            <w:r w:rsidR="00E61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</w:t>
            </w:r>
          </w:p>
        </w:tc>
        <w:tc>
          <w:tcPr>
            <w:tcW w:w="2117" w:type="dxa"/>
          </w:tcPr>
          <w:p w14:paraId="36533910" w14:textId="77777777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="00A9195E">
              <w:rPr>
                <w:rFonts w:ascii="Corbel" w:hAnsi="Corbel"/>
                <w:b w:val="0"/>
                <w:szCs w:val="24"/>
              </w:rPr>
              <w:t>, w</w:t>
            </w:r>
          </w:p>
        </w:tc>
      </w:tr>
      <w:tr w:rsidR="00551351" w:rsidRPr="009C54AE" w14:paraId="696B2C14" w14:textId="77777777" w:rsidTr="00411855">
        <w:tc>
          <w:tcPr>
            <w:tcW w:w="1962" w:type="dxa"/>
          </w:tcPr>
          <w:p w14:paraId="5350F283" w14:textId="77777777" w:rsidR="00551351" w:rsidRPr="009C54AE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3745EAF" w14:textId="77777777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 w trakcie zajęć</w:t>
            </w:r>
            <w:r w:rsidR="00E619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 pisemny</w:t>
            </w:r>
          </w:p>
        </w:tc>
        <w:tc>
          <w:tcPr>
            <w:tcW w:w="2117" w:type="dxa"/>
          </w:tcPr>
          <w:p w14:paraId="02614A47" w14:textId="77777777" w:rsidR="00551351" w:rsidRPr="00873EB4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="00E6196F">
              <w:rPr>
                <w:rFonts w:ascii="Corbel" w:hAnsi="Corbel"/>
                <w:b w:val="0"/>
                <w:szCs w:val="24"/>
              </w:rPr>
              <w:t>, w</w:t>
            </w:r>
          </w:p>
        </w:tc>
      </w:tr>
      <w:tr w:rsidR="00551351" w:rsidRPr="009C54AE" w14:paraId="47E5BE85" w14:textId="77777777" w:rsidTr="00411855">
        <w:tc>
          <w:tcPr>
            <w:tcW w:w="1962" w:type="dxa"/>
          </w:tcPr>
          <w:p w14:paraId="4F86F480" w14:textId="77777777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75EBF4D" w14:textId="77777777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wizyta studyjna</w:t>
            </w:r>
          </w:p>
        </w:tc>
        <w:tc>
          <w:tcPr>
            <w:tcW w:w="2117" w:type="dxa"/>
          </w:tcPr>
          <w:p w14:paraId="58DD968F" w14:textId="77777777" w:rsidR="00551351" w:rsidRPr="00873EB4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551351" w:rsidRPr="009C54AE" w14:paraId="50CD73D2" w14:textId="77777777" w:rsidTr="00411855">
        <w:tc>
          <w:tcPr>
            <w:tcW w:w="1962" w:type="dxa"/>
          </w:tcPr>
          <w:p w14:paraId="53CAD499" w14:textId="77777777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74ADB15" w14:textId="77777777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sprawozdanie z wizyty studyjnej</w:t>
            </w:r>
          </w:p>
        </w:tc>
        <w:tc>
          <w:tcPr>
            <w:tcW w:w="2117" w:type="dxa"/>
          </w:tcPr>
          <w:p w14:paraId="7DC384E0" w14:textId="77777777" w:rsidR="00551351" w:rsidRDefault="00551351" w:rsidP="005513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74E10F3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1269BA" w14:textId="77777777" w:rsidR="00923D7D" w:rsidRPr="009C54AE" w:rsidRDefault="003E1941" w:rsidP="007A301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FFBCE8" w14:textId="77777777" w:rsidTr="00923D7D">
        <w:tc>
          <w:tcPr>
            <w:tcW w:w="9670" w:type="dxa"/>
          </w:tcPr>
          <w:p w14:paraId="526F0B5E" w14:textId="77777777" w:rsidR="00551351" w:rsidRDefault="0055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Ćwiczenia: </w:t>
            </w:r>
          </w:p>
          <w:p w14:paraId="0913E64D" w14:textId="77777777" w:rsidR="008E209C" w:rsidRDefault="008E20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i przedstawienie prezentacji multimedialnej 20%</w:t>
            </w:r>
          </w:p>
          <w:p w14:paraId="5B76C095" w14:textId="77777777" w:rsidR="008E209C" w:rsidRDefault="008E20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napisanie i złożenie referatu 20%</w:t>
            </w:r>
          </w:p>
          <w:p w14:paraId="75C6FF33" w14:textId="77777777" w:rsidR="008E209C" w:rsidRDefault="008E20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 podczas ćwiczeń  10%</w:t>
            </w:r>
          </w:p>
          <w:p w14:paraId="6E393705" w14:textId="77777777" w:rsidR="008E209C" w:rsidRDefault="008E20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obecności na  ćwiczeniach 10%</w:t>
            </w:r>
          </w:p>
          <w:p w14:paraId="24009F72" w14:textId="77777777" w:rsidR="00551351" w:rsidRDefault="0055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przeprowadzenie wizyty studyjnej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E209C">
              <w:rPr>
                <w:rFonts w:ascii="Corbel" w:hAnsi="Corbel"/>
                <w:b w:val="0"/>
                <w:smallCaps w:val="0"/>
                <w:szCs w:val="24"/>
              </w:rPr>
              <w:t>20%</w:t>
            </w:r>
          </w:p>
          <w:p w14:paraId="46F1B028" w14:textId="77777777" w:rsidR="009F5146" w:rsidRPr="009C54AE" w:rsidRDefault="004118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sprawozdanie z wizyty studyjnej</w:t>
            </w:r>
            <w:r w:rsidR="009F514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E209C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0%</w:t>
            </w:r>
          </w:p>
        </w:tc>
      </w:tr>
      <w:tr w:rsidR="00551351" w:rsidRPr="009C54AE" w14:paraId="2762B932" w14:textId="77777777" w:rsidTr="00923D7D">
        <w:tc>
          <w:tcPr>
            <w:tcW w:w="9670" w:type="dxa"/>
          </w:tcPr>
          <w:p w14:paraId="2DFEE9F9" w14:textId="77777777" w:rsidR="00551351" w:rsidRDefault="005513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Wykład: </w:t>
            </w:r>
            <w:r w:rsidRPr="005513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 egzamin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11676E6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0465CD" w14:textId="77777777" w:rsidR="007A301F" w:rsidRDefault="007A301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C23C44" w14:textId="77777777" w:rsidR="007A301F" w:rsidRDefault="007A301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8EF1E5" w14:textId="77777777" w:rsidR="007A301F" w:rsidRDefault="007A301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E294F7" w14:textId="77777777" w:rsidR="007A301F" w:rsidRPr="009C54AE" w:rsidRDefault="007A301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79991A" w14:textId="77777777" w:rsidR="0085747A" w:rsidRPr="007A301F" w:rsidRDefault="0085747A" w:rsidP="007A301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F6E0C8B" w14:textId="77777777" w:rsidTr="003E1941">
        <w:tc>
          <w:tcPr>
            <w:tcW w:w="4962" w:type="dxa"/>
            <w:vAlign w:val="center"/>
          </w:tcPr>
          <w:p w14:paraId="65F35E5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47674D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9AB9E0D" w14:textId="77777777" w:rsidTr="00923D7D">
        <w:tc>
          <w:tcPr>
            <w:tcW w:w="4962" w:type="dxa"/>
          </w:tcPr>
          <w:p w14:paraId="0BE3E43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0B638BE" w14:textId="6D194F07" w:rsidR="0085747A" w:rsidRPr="009C54AE" w:rsidRDefault="0050690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8E209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4BE9DC1A" w14:textId="77777777" w:rsidTr="00923D7D">
        <w:tc>
          <w:tcPr>
            <w:tcW w:w="4962" w:type="dxa"/>
          </w:tcPr>
          <w:p w14:paraId="37DB28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9D221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031A73E" w14:textId="77777777" w:rsidR="00C61DC5" w:rsidRPr="009C54AE" w:rsidRDefault="009F51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594095A" w14:textId="77777777" w:rsidTr="00923D7D">
        <w:tc>
          <w:tcPr>
            <w:tcW w:w="4962" w:type="dxa"/>
          </w:tcPr>
          <w:p w14:paraId="65AD9E7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0A5574E" w14:textId="77777777" w:rsidR="00C61DC5" w:rsidRPr="009C54AE" w:rsidRDefault="00C61DC5" w:rsidP="004118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411855">
              <w:rPr>
                <w:rFonts w:ascii="Corbel" w:hAnsi="Corbel"/>
                <w:sz w:val="24"/>
                <w:szCs w:val="24"/>
              </w:rPr>
              <w:t>odbycie wizyty studyjnej i napisanie sprawozdania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21332E2" w14:textId="141D450C" w:rsidR="00C61DC5" w:rsidRPr="009C54AE" w:rsidRDefault="0050690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  <w:bookmarkStart w:id="0" w:name="_GoBack"/>
            <w:bookmarkEnd w:id="0"/>
          </w:p>
        </w:tc>
      </w:tr>
      <w:tr w:rsidR="0085747A" w:rsidRPr="009C54AE" w14:paraId="154B21DB" w14:textId="77777777" w:rsidTr="00923D7D">
        <w:tc>
          <w:tcPr>
            <w:tcW w:w="4962" w:type="dxa"/>
          </w:tcPr>
          <w:p w14:paraId="7B37A84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13F5275" w14:textId="77777777" w:rsidR="0085747A" w:rsidRPr="009C54AE" w:rsidRDefault="009F51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5A15FD01" w14:textId="77777777" w:rsidTr="00923D7D">
        <w:tc>
          <w:tcPr>
            <w:tcW w:w="4962" w:type="dxa"/>
          </w:tcPr>
          <w:p w14:paraId="7E5E8FB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CBD6D47" w14:textId="77777777" w:rsidR="0085747A" w:rsidRPr="009C54AE" w:rsidRDefault="0083679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89802C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AAE757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DD17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9D83EC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ACB02FF" w14:textId="77777777" w:rsidTr="0071620A">
        <w:trPr>
          <w:trHeight w:val="397"/>
        </w:trPr>
        <w:tc>
          <w:tcPr>
            <w:tcW w:w="3544" w:type="dxa"/>
          </w:tcPr>
          <w:p w14:paraId="47EC7EF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D0293E" w14:textId="77777777" w:rsidR="0085747A" w:rsidRPr="009C54AE" w:rsidRDefault="00A946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6C5712F" w14:textId="77777777" w:rsidTr="0071620A">
        <w:trPr>
          <w:trHeight w:val="397"/>
        </w:trPr>
        <w:tc>
          <w:tcPr>
            <w:tcW w:w="3544" w:type="dxa"/>
          </w:tcPr>
          <w:p w14:paraId="293EB17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52A672F" w14:textId="77777777" w:rsidR="0085747A" w:rsidRPr="009C54AE" w:rsidRDefault="00A946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F93DC4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75B50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1832ACA" w14:textId="796532AD" w:rsidR="007A301F" w:rsidRDefault="007A301F" w:rsidP="004B4C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2"/>
      </w:tblGrid>
      <w:tr w:rsidR="0009482D" w:rsidRPr="006721F0" w14:paraId="59509619" w14:textId="77777777" w:rsidTr="004A0823">
        <w:trPr>
          <w:trHeight w:val="397"/>
        </w:trPr>
        <w:tc>
          <w:tcPr>
            <w:tcW w:w="9781" w:type="dxa"/>
          </w:tcPr>
          <w:p w14:paraId="05E99EA2" w14:textId="77777777" w:rsidR="0009482D" w:rsidRPr="006721F0" w:rsidRDefault="0009482D" w:rsidP="004A08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6E777335" w14:textId="77777777" w:rsidR="0009482D" w:rsidRDefault="0009482D" w:rsidP="004A0823">
            <w:pPr>
              <w:pStyle w:val="Punktygwne"/>
              <w:spacing w:before="0" w:after="0"/>
              <w:ind w:left="36" w:firstLine="3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721F0">
              <w:rPr>
                <w:rFonts w:ascii="Corbel" w:hAnsi="Corbel"/>
                <w:b w:val="0"/>
                <w:smallCaps w:val="0"/>
                <w:szCs w:val="24"/>
              </w:rPr>
              <w:t>Bluj</w:t>
            </w:r>
            <w:proofErr w:type="spellEnd"/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proofErr w:type="spellStart"/>
            <w:r w:rsidRPr="006721F0">
              <w:rPr>
                <w:rFonts w:ascii="Corbel" w:hAnsi="Corbel"/>
                <w:b w:val="0"/>
                <w:smallCaps w:val="0"/>
                <w:szCs w:val="24"/>
              </w:rPr>
              <w:t>Jagaciak</w:t>
            </w:r>
            <w:proofErr w:type="spellEnd"/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proofErr w:type="spellStart"/>
            <w:r w:rsidRPr="006721F0">
              <w:rPr>
                <w:rFonts w:ascii="Corbel" w:hAnsi="Corbel"/>
                <w:b w:val="0"/>
                <w:smallCaps w:val="0"/>
                <w:szCs w:val="24"/>
              </w:rPr>
              <w:t>Perchuć-Żółowska</w:t>
            </w:r>
            <w:proofErr w:type="spellEnd"/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in.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57177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ABC partycypacji obywatelskiej – poradnik dla organizatorów procesów partycypacyjnych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57177B">
              <w:rPr>
                <w:rFonts w:ascii="PTsans" w:hAnsi="PTsans"/>
                <w:b w:val="0"/>
                <w:smallCaps w:val="0"/>
                <w:color w:val="00BFA5"/>
                <w:sz w:val="26"/>
                <w:szCs w:val="26"/>
                <w:shd w:val="clear" w:color="auto" w:fill="FFFFFF"/>
              </w:rPr>
              <w:t xml:space="preserve"> </w:t>
            </w:r>
            <w:r w:rsidRPr="0057177B">
              <w:rPr>
                <w:rFonts w:ascii="Corbel" w:hAnsi="Corbel"/>
                <w:b w:val="0"/>
                <w:smallCaps w:val="0"/>
                <w:szCs w:val="24"/>
              </w:rPr>
              <w:t>Pracownia Badań i Innowacji Społecznych "Stocznia"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3A96F6D" w14:textId="62C9F913" w:rsidR="0009482D" w:rsidRPr="006721F0" w:rsidRDefault="0062345D" w:rsidP="0009482D">
            <w:pPr>
              <w:pStyle w:val="Punktygwne"/>
              <w:spacing w:before="0" w:after="0"/>
              <w:ind w:left="36" w:firstLine="3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hyperlink r:id="rId8" w:history="1">
              <w:r w:rsidR="0009482D" w:rsidRPr="00881F45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https://partycypacjaobywatelska.pl/strefa-wiedzy/biblioteka/publikacje/abc-partycypacji-obywatelskiej-poradnik-dla-organizatorow-procesow-partycypacyjnych/</w:t>
              </w:r>
            </w:hyperlink>
          </w:p>
          <w:p w14:paraId="56247027" w14:textId="77777777" w:rsidR="0009482D" w:rsidRPr="006721F0" w:rsidRDefault="0009482D" w:rsidP="004A0823">
            <w:pPr>
              <w:pStyle w:val="Punktygwne"/>
              <w:spacing w:before="0" w:after="0"/>
              <w:ind w:left="36" w:firstLine="3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Komorska M.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2014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57177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Animacja tworzenia klubu integracji społecznej w środowisku lokalnym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Ministerstwo Pracy i Polityki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Centrum Rozwoju Zasobów Ludzkich.</w:t>
            </w:r>
          </w:p>
          <w:p w14:paraId="4EEF73EA" w14:textId="77777777" w:rsidR="0009482D" w:rsidRPr="006721F0" w:rsidRDefault="0009482D" w:rsidP="004A0823">
            <w:pPr>
              <w:pStyle w:val="Punktygwne"/>
              <w:spacing w:before="0" w:after="0"/>
              <w:ind w:left="36" w:firstLine="3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721F0">
              <w:rPr>
                <w:rFonts w:ascii="Corbel" w:hAnsi="Corbel"/>
                <w:b w:val="0"/>
                <w:smallCaps w:val="0"/>
                <w:szCs w:val="24"/>
              </w:rPr>
              <w:t>Segiet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, Słupska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, Tokaj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 (red.). (2017).</w:t>
            </w:r>
            <w:r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6721F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Animacja w środowisku: o potrzebie kreowania działań lokalnych (teoria a praktyka społeczna)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Poznań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 xml:space="preserve"> Wydawnictwo Naukowe Uniwersytetu im. Adama Mickiewicza.</w:t>
            </w:r>
          </w:p>
          <w:p w14:paraId="533EB97D" w14:textId="77777777" w:rsidR="0009482D" w:rsidRPr="006721F0" w:rsidRDefault="0009482D" w:rsidP="004A0823">
            <w:pPr>
              <w:pStyle w:val="Punktygwne"/>
              <w:spacing w:before="0" w:after="0"/>
              <w:ind w:left="36" w:firstLine="32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506906">
              <w:rPr>
                <w:rFonts w:ascii="Corbel" w:hAnsi="Corbel"/>
                <w:b w:val="0"/>
                <w:smallCaps w:val="0"/>
                <w:szCs w:val="24"/>
              </w:rPr>
              <w:t>Smith</w:t>
            </w:r>
            <w:proofErr w:type="spellEnd"/>
            <w:r w:rsidRPr="00506906">
              <w:rPr>
                <w:rFonts w:ascii="Corbel" w:hAnsi="Corbel"/>
                <w:b w:val="0"/>
                <w:smallCaps w:val="0"/>
                <w:szCs w:val="24"/>
              </w:rPr>
              <w:t xml:space="preserve"> R., </w:t>
            </w:r>
            <w:proofErr w:type="spellStart"/>
            <w:r w:rsidRPr="00506906">
              <w:rPr>
                <w:rFonts w:ascii="Corbel" w:hAnsi="Corbel"/>
                <w:b w:val="0"/>
                <w:smallCaps w:val="0"/>
                <w:szCs w:val="24"/>
              </w:rPr>
              <w:t>Somerville</w:t>
            </w:r>
            <w:proofErr w:type="spellEnd"/>
            <w:r w:rsidRPr="00506906">
              <w:rPr>
                <w:rFonts w:ascii="Corbel" w:hAnsi="Corbel"/>
                <w:b w:val="0"/>
                <w:smallCaps w:val="0"/>
                <w:szCs w:val="24"/>
              </w:rPr>
              <w:t xml:space="preserve"> P. (2016). </w:t>
            </w:r>
            <w:proofErr w:type="spellStart"/>
            <w:r w:rsidRPr="0057177B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>Conceptualising</w:t>
            </w:r>
            <w:proofErr w:type="spellEnd"/>
            <w:r w:rsidRPr="0057177B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 xml:space="preserve"> animation in rural communities: the Village SOS case. </w:t>
            </w:r>
            <w:proofErr w:type="spellStart"/>
            <w:r w:rsidRPr="006721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Huddersfield</w:t>
            </w:r>
            <w:proofErr w:type="spellEnd"/>
            <w:r w:rsidRPr="006721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Business School, </w:t>
            </w:r>
            <w:proofErr w:type="spellStart"/>
            <w:r w:rsidRPr="006721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Huddersfield</w:t>
            </w:r>
            <w:proofErr w:type="spellEnd"/>
            <w:r w:rsidRPr="006721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University, </w:t>
            </w:r>
            <w:proofErr w:type="spellStart"/>
            <w:r w:rsidRPr="006721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Huddersfield</w:t>
            </w:r>
            <w:proofErr w:type="spellEnd"/>
            <w:r w:rsidRPr="006721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UK https://www.tandfonline.com/doi/full/10.1080/08985626.2017.1401122 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  <w:p w14:paraId="285ED650" w14:textId="77777777" w:rsidR="0009482D" w:rsidRPr="006721F0" w:rsidRDefault="0009482D" w:rsidP="004A0823">
            <w:pPr>
              <w:pStyle w:val="Punktygwne"/>
              <w:spacing w:before="0" w:after="0"/>
              <w:ind w:left="36" w:firstLine="32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6721F0">
              <w:rPr>
                <w:rFonts w:ascii="Corbel" w:hAnsi="Corbel"/>
                <w:b w:val="0"/>
                <w:smallCaps w:val="0"/>
                <w:szCs w:val="24"/>
              </w:rPr>
              <w:t>Wódz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, Kowalczyk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 (red.) (2014). </w:t>
            </w:r>
            <w:r w:rsidRPr="006721F0"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6721F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Organizowanie społeczności: modele i strategie działania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721F0">
              <w:rPr>
                <w:rFonts w:ascii="Corbel" w:hAnsi="Corbel"/>
                <w:b w:val="0"/>
                <w:smallCaps w:val="0"/>
                <w:szCs w:val="24"/>
              </w:rPr>
              <w:t>Warszawa. Centrum Rozwoju Zasobów Ludzkich.</w:t>
            </w:r>
          </w:p>
        </w:tc>
      </w:tr>
      <w:tr w:rsidR="0009482D" w:rsidRPr="00EC61DC" w14:paraId="2EFA7C20" w14:textId="77777777" w:rsidTr="004A0823">
        <w:trPr>
          <w:trHeight w:val="397"/>
        </w:trPr>
        <w:tc>
          <w:tcPr>
            <w:tcW w:w="9781" w:type="dxa"/>
          </w:tcPr>
          <w:p w14:paraId="039B3186" w14:textId="77777777" w:rsidR="0009482D" w:rsidRPr="0057177B" w:rsidRDefault="0009482D" w:rsidP="004A08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177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3C79F7E" w14:textId="77777777" w:rsidR="0009482D" w:rsidRPr="00EC61DC" w:rsidRDefault="0009482D" w:rsidP="004A0823">
            <w:pPr>
              <w:pStyle w:val="Punktygwne"/>
              <w:spacing w:before="0" w:after="0"/>
              <w:ind w:left="360" w:hanging="32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61DC">
              <w:rPr>
                <w:rFonts w:ascii="Corbel" w:hAnsi="Corbel"/>
                <w:b w:val="0"/>
                <w:smallCaps w:val="0"/>
                <w:szCs w:val="24"/>
              </w:rPr>
              <w:t>Leśniak-</w:t>
            </w:r>
            <w:proofErr w:type="spellStart"/>
            <w:r w:rsidRPr="00EC61DC">
              <w:rPr>
                <w:rFonts w:ascii="Corbel" w:hAnsi="Corbel"/>
                <w:b w:val="0"/>
                <w:smallCaps w:val="0"/>
                <w:szCs w:val="24"/>
              </w:rPr>
              <w:t>Moczuk</w:t>
            </w:r>
            <w:proofErr w:type="spellEnd"/>
            <w:r w:rsidRPr="00EC61DC">
              <w:rPr>
                <w:rFonts w:ascii="Corbel" w:hAnsi="Corbel"/>
                <w:b w:val="0"/>
                <w:smallCaps w:val="0"/>
                <w:szCs w:val="24"/>
              </w:rPr>
              <w:t xml:space="preserve"> K.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EC61DC">
              <w:rPr>
                <w:rFonts w:ascii="Corbel" w:hAnsi="Corbel"/>
                <w:b w:val="0"/>
                <w:smallCaps w:val="0"/>
                <w:szCs w:val="24"/>
              </w:rPr>
              <w:t>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EC61D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C61D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Fenomen Krystyn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</w:t>
            </w:r>
            <w:r w:rsidRPr="00EC61DC">
              <w:rPr>
                <w:rFonts w:ascii="Corbel" w:hAnsi="Corbel"/>
                <w:b w:val="0"/>
                <w:smallCaps w:val="0"/>
                <w:szCs w:val="24"/>
              </w:rPr>
              <w:t xml:space="preserve"> Rzeszów: Wydawnictwo Uniwersytetu Rzeszowskiego, Wydawnictwo Mitel.</w:t>
            </w:r>
          </w:p>
          <w:p w14:paraId="4C3E9F5B" w14:textId="77777777" w:rsidR="0009482D" w:rsidRPr="0057177B" w:rsidRDefault="0009482D" w:rsidP="004A0823">
            <w:pPr>
              <w:pStyle w:val="Punktygwne"/>
              <w:spacing w:before="0" w:after="0"/>
              <w:ind w:left="360" w:hanging="32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177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Leśniak-</w:t>
            </w:r>
            <w:proofErr w:type="spellStart"/>
            <w:r w:rsidRPr="0057177B">
              <w:rPr>
                <w:rFonts w:ascii="Corbel" w:hAnsi="Corbel"/>
                <w:b w:val="0"/>
                <w:smallCaps w:val="0"/>
                <w:szCs w:val="24"/>
              </w:rPr>
              <w:t>Moczuk</w:t>
            </w:r>
            <w:proofErr w:type="spellEnd"/>
            <w:r w:rsidRPr="0057177B">
              <w:rPr>
                <w:rFonts w:ascii="Corbel" w:hAnsi="Corbel"/>
                <w:b w:val="0"/>
                <w:smallCaps w:val="0"/>
                <w:szCs w:val="24"/>
              </w:rPr>
              <w:t xml:space="preserve"> K. (2016). </w:t>
            </w:r>
            <w:r w:rsidRPr="0057177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Przyjaciele Rzeszowa. Socjologiczny portret ruchu regionalnego.</w:t>
            </w:r>
            <w:r w:rsidRPr="0057177B">
              <w:rPr>
                <w:rFonts w:ascii="Corbel" w:hAnsi="Corbel"/>
                <w:b w:val="0"/>
                <w:smallCaps w:val="0"/>
                <w:szCs w:val="24"/>
              </w:rPr>
              <w:t xml:space="preserve"> Rzeszów: Towarzystwo Przyjaciół Rzeszowa.</w:t>
            </w:r>
          </w:p>
          <w:p w14:paraId="19744632" w14:textId="77777777" w:rsidR="0009482D" w:rsidRDefault="0009482D" w:rsidP="004A0823">
            <w:pPr>
              <w:pStyle w:val="Punktygwne"/>
              <w:spacing w:before="0" w:after="0"/>
              <w:ind w:left="360" w:hanging="32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61DC">
              <w:rPr>
                <w:rFonts w:ascii="Corbel" w:hAnsi="Corbel"/>
                <w:b w:val="0"/>
                <w:smallCaps w:val="0"/>
                <w:szCs w:val="24"/>
              </w:rPr>
              <w:t>Leśniak-</w:t>
            </w:r>
            <w:proofErr w:type="spellStart"/>
            <w:r w:rsidRPr="00EC61DC">
              <w:rPr>
                <w:rFonts w:ascii="Corbel" w:hAnsi="Corbel"/>
                <w:b w:val="0"/>
                <w:smallCaps w:val="0"/>
                <w:szCs w:val="24"/>
              </w:rPr>
              <w:t>Moczuk</w:t>
            </w:r>
            <w:proofErr w:type="spellEnd"/>
            <w:r w:rsidRPr="00EC61DC">
              <w:rPr>
                <w:rFonts w:ascii="Corbel" w:hAnsi="Corbel"/>
                <w:b w:val="0"/>
                <w:smallCaps w:val="0"/>
                <w:szCs w:val="24"/>
              </w:rPr>
              <w:t xml:space="preserve"> K. (2018). </w:t>
            </w:r>
            <w:r w:rsidRPr="00EC61D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Miejsce trzeciego sektora w wielosektorowej polityce społecznej. </w:t>
            </w:r>
            <w:r w:rsidRPr="00EC61DC">
              <w:rPr>
                <w:rFonts w:ascii="Corbel" w:hAnsi="Corbel"/>
                <w:b w:val="0"/>
                <w:smallCaps w:val="0"/>
                <w:szCs w:val="24"/>
              </w:rPr>
              <w:t xml:space="preserve">W: P. Majer, M. </w:t>
            </w:r>
            <w:proofErr w:type="spellStart"/>
            <w:r w:rsidRPr="00EC61DC">
              <w:rPr>
                <w:rFonts w:ascii="Corbel" w:hAnsi="Corbel"/>
                <w:b w:val="0"/>
                <w:smallCaps w:val="0"/>
                <w:szCs w:val="24"/>
              </w:rPr>
              <w:t>Seroka</w:t>
            </w:r>
            <w:proofErr w:type="spellEnd"/>
            <w:r w:rsidRPr="00EC61DC"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 w:rsidRPr="00EC61D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Organizacje pozarządowe na rzecz społeczeństwa obywatelskiego</w:t>
            </w:r>
            <w:r w:rsidRPr="00EC61DC"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EC61DC">
              <w:rPr>
                <w:rFonts w:ascii="Corbel" w:hAnsi="Corbel"/>
                <w:b w:val="0"/>
                <w:smallCaps w:val="0"/>
                <w:szCs w:val="24"/>
              </w:rPr>
              <w:t>Olsztyn: Wydawnictwo Wydział Prawa i Administracji Uniwersytetu Warmińsko-Mazurski, s. 42-57.</w:t>
            </w:r>
          </w:p>
          <w:p w14:paraId="1CB5A15E" w14:textId="77777777" w:rsidR="0009482D" w:rsidRPr="00EC61DC" w:rsidRDefault="0009482D" w:rsidP="004A0823">
            <w:pPr>
              <w:pStyle w:val="Punktygwne"/>
              <w:spacing w:before="0" w:after="0"/>
              <w:ind w:left="360" w:hanging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61DC">
              <w:rPr>
                <w:rFonts w:ascii="Corbel" w:hAnsi="Corbel"/>
                <w:b w:val="0"/>
                <w:smallCaps w:val="0"/>
                <w:szCs w:val="24"/>
              </w:rPr>
              <w:t>https://www.researchgate.net/publication/335313559_Organizacje_pozarzadowe_na_rzecz_spoleczenstwa_obywatelskiego</w:t>
            </w:r>
          </w:p>
          <w:p w14:paraId="7EFC4546" w14:textId="77777777" w:rsidR="0009482D" w:rsidRPr="00EC61DC" w:rsidRDefault="0009482D" w:rsidP="004A0823">
            <w:pPr>
              <w:spacing w:after="0"/>
              <w:ind w:left="360" w:hanging="324"/>
              <w:jc w:val="both"/>
              <w:rPr>
                <w:rFonts w:ascii="Corbel" w:hAnsi="Corbel"/>
                <w:b/>
                <w:i/>
                <w:smallCaps/>
                <w:sz w:val="24"/>
                <w:szCs w:val="24"/>
              </w:rPr>
            </w:pPr>
            <w:r w:rsidRPr="00EC61DC">
              <w:rPr>
                <w:rFonts w:ascii="Corbel" w:hAnsi="Corbel"/>
                <w:sz w:val="24"/>
                <w:szCs w:val="24"/>
              </w:rPr>
              <w:t>Leśniak-</w:t>
            </w:r>
            <w:proofErr w:type="spellStart"/>
            <w:r w:rsidRPr="00EC61DC">
              <w:rPr>
                <w:rFonts w:ascii="Corbel" w:hAnsi="Corbel"/>
                <w:sz w:val="24"/>
                <w:szCs w:val="24"/>
              </w:rPr>
              <w:t>Moczuk</w:t>
            </w:r>
            <w:proofErr w:type="spellEnd"/>
            <w:r w:rsidRPr="00EC61DC">
              <w:rPr>
                <w:rFonts w:ascii="Corbel" w:hAnsi="Corbel"/>
                <w:sz w:val="24"/>
                <w:szCs w:val="24"/>
              </w:rPr>
              <w:t xml:space="preserve"> K., Steczkowski P. (2010). </w:t>
            </w:r>
            <w:r w:rsidRPr="00EC61DC">
              <w:rPr>
                <w:rFonts w:ascii="Corbel" w:hAnsi="Corbel"/>
                <w:i/>
                <w:iCs/>
                <w:sz w:val="24"/>
                <w:szCs w:val="24"/>
              </w:rPr>
              <w:t>Od inicjatyw lokalnych w „Dolinie Strugu” do programu ekonomii społecznej na Podkarpaciu.</w:t>
            </w:r>
            <w:r w:rsidRPr="00EC61D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C61DC">
              <w:rPr>
                <w:rFonts w:ascii="Corbel" w:hAnsi="Corbel"/>
                <w:sz w:val="24"/>
                <w:szCs w:val="24"/>
              </w:rPr>
              <w:t>Błażowa-Chmielnik-Hyżne-Tyczyn</w:t>
            </w:r>
            <w:proofErr w:type="spellEnd"/>
            <w:r w:rsidRPr="00EC61DC">
              <w:rPr>
                <w:rFonts w:ascii="Corbel" w:hAnsi="Corbel"/>
                <w:sz w:val="24"/>
                <w:szCs w:val="24"/>
              </w:rPr>
              <w:t>: Regionalne Towarzystwo Rolno-Przemysłowe „Dolina Strugu”.</w:t>
            </w:r>
          </w:p>
        </w:tc>
      </w:tr>
    </w:tbl>
    <w:p w14:paraId="200D26EE" w14:textId="77777777" w:rsidR="007A301F" w:rsidRDefault="007A301F" w:rsidP="004B4C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9B3DFF" w14:textId="77777777" w:rsidR="0085747A" w:rsidRPr="009C54AE" w:rsidRDefault="0085747A" w:rsidP="004B4CC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6C300" w14:textId="77777777" w:rsidR="0062345D" w:rsidRDefault="0062345D" w:rsidP="00C16ABF">
      <w:pPr>
        <w:spacing w:after="0" w:line="240" w:lineRule="auto"/>
      </w:pPr>
      <w:r>
        <w:separator/>
      </w:r>
    </w:p>
  </w:endnote>
  <w:endnote w:type="continuationSeparator" w:id="0">
    <w:p w14:paraId="1D15BB89" w14:textId="77777777" w:rsidR="0062345D" w:rsidRDefault="0062345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Tsans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937358" w14:textId="77777777" w:rsidR="0062345D" w:rsidRDefault="0062345D" w:rsidP="00C16ABF">
      <w:pPr>
        <w:spacing w:after="0" w:line="240" w:lineRule="auto"/>
      </w:pPr>
      <w:r>
        <w:separator/>
      </w:r>
    </w:p>
  </w:footnote>
  <w:footnote w:type="continuationSeparator" w:id="0">
    <w:p w14:paraId="782E913B" w14:textId="77777777" w:rsidR="0062345D" w:rsidRDefault="0062345D" w:rsidP="00C16ABF">
      <w:pPr>
        <w:spacing w:after="0" w:line="240" w:lineRule="auto"/>
      </w:pPr>
      <w:r>
        <w:continuationSeparator/>
      </w:r>
    </w:p>
  </w:footnote>
  <w:footnote w:id="1">
    <w:p w14:paraId="3A972F4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3EA"/>
    <w:rsid w:val="00070ED6"/>
    <w:rsid w:val="000742DC"/>
    <w:rsid w:val="00084C12"/>
    <w:rsid w:val="0009462C"/>
    <w:rsid w:val="0009482D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671E"/>
    <w:rsid w:val="000F1C57"/>
    <w:rsid w:val="000F5615"/>
    <w:rsid w:val="000F7303"/>
    <w:rsid w:val="00113413"/>
    <w:rsid w:val="00124BFF"/>
    <w:rsid w:val="0012560E"/>
    <w:rsid w:val="00127108"/>
    <w:rsid w:val="00134B13"/>
    <w:rsid w:val="00146449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121F"/>
    <w:rsid w:val="002144C0"/>
    <w:rsid w:val="0022477D"/>
    <w:rsid w:val="002278A9"/>
    <w:rsid w:val="002336F9"/>
    <w:rsid w:val="0024028F"/>
    <w:rsid w:val="00244ABC"/>
    <w:rsid w:val="002560A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9D4"/>
    <w:rsid w:val="00363F78"/>
    <w:rsid w:val="003A0A5B"/>
    <w:rsid w:val="003A1176"/>
    <w:rsid w:val="003C0BAE"/>
    <w:rsid w:val="003D18A9"/>
    <w:rsid w:val="003D6CE2"/>
    <w:rsid w:val="003D6EEB"/>
    <w:rsid w:val="003E1941"/>
    <w:rsid w:val="003E2FE6"/>
    <w:rsid w:val="003E49D5"/>
    <w:rsid w:val="003F205D"/>
    <w:rsid w:val="003F38C0"/>
    <w:rsid w:val="00411855"/>
    <w:rsid w:val="00414E3C"/>
    <w:rsid w:val="0042244A"/>
    <w:rsid w:val="0042745A"/>
    <w:rsid w:val="00431D5C"/>
    <w:rsid w:val="004362C6"/>
    <w:rsid w:val="00437FA2"/>
    <w:rsid w:val="00445970"/>
    <w:rsid w:val="00445992"/>
    <w:rsid w:val="0046191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CCD"/>
    <w:rsid w:val="004D5282"/>
    <w:rsid w:val="004F1551"/>
    <w:rsid w:val="004F55A3"/>
    <w:rsid w:val="0050496F"/>
    <w:rsid w:val="00506906"/>
    <w:rsid w:val="005112CD"/>
    <w:rsid w:val="00513B6F"/>
    <w:rsid w:val="00517C63"/>
    <w:rsid w:val="005363C4"/>
    <w:rsid w:val="00536BDE"/>
    <w:rsid w:val="00543ACC"/>
    <w:rsid w:val="00551351"/>
    <w:rsid w:val="00563FD4"/>
    <w:rsid w:val="0056696D"/>
    <w:rsid w:val="0059484D"/>
    <w:rsid w:val="005A0855"/>
    <w:rsid w:val="005A133C"/>
    <w:rsid w:val="005A3196"/>
    <w:rsid w:val="005B509E"/>
    <w:rsid w:val="005C080F"/>
    <w:rsid w:val="005C55E5"/>
    <w:rsid w:val="005C696A"/>
    <w:rsid w:val="005E662A"/>
    <w:rsid w:val="005E6E85"/>
    <w:rsid w:val="005F31D2"/>
    <w:rsid w:val="0061029B"/>
    <w:rsid w:val="00617230"/>
    <w:rsid w:val="00621CE1"/>
    <w:rsid w:val="0062345D"/>
    <w:rsid w:val="00627FC9"/>
    <w:rsid w:val="00647FA8"/>
    <w:rsid w:val="00650C5F"/>
    <w:rsid w:val="00654934"/>
    <w:rsid w:val="006620D9"/>
    <w:rsid w:val="00671958"/>
    <w:rsid w:val="00675843"/>
    <w:rsid w:val="00696477"/>
    <w:rsid w:val="006A3692"/>
    <w:rsid w:val="006D050F"/>
    <w:rsid w:val="006D6139"/>
    <w:rsid w:val="006E5D65"/>
    <w:rsid w:val="006F1282"/>
    <w:rsid w:val="006F1FBC"/>
    <w:rsid w:val="006F31E2"/>
    <w:rsid w:val="007021E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976"/>
    <w:rsid w:val="00787C2A"/>
    <w:rsid w:val="00790E27"/>
    <w:rsid w:val="007A301F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6794"/>
    <w:rsid w:val="008449B3"/>
    <w:rsid w:val="008552A2"/>
    <w:rsid w:val="0085747A"/>
    <w:rsid w:val="00884922"/>
    <w:rsid w:val="00885F64"/>
    <w:rsid w:val="008917F9"/>
    <w:rsid w:val="008A45F7"/>
    <w:rsid w:val="008A4A8A"/>
    <w:rsid w:val="008A5CD6"/>
    <w:rsid w:val="008A6899"/>
    <w:rsid w:val="008C0CC0"/>
    <w:rsid w:val="008C19A9"/>
    <w:rsid w:val="008C379D"/>
    <w:rsid w:val="008C5147"/>
    <w:rsid w:val="008C5359"/>
    <w:rsid w:val="008C5363"/>
    <w:rsid w:val="008D3DFB"/>
    <w:rsid w:val="008E209C"/>
    <w:rsid w:val="008E64F4"/>
    <w:rsid w:val="008F12C9"/>
    <w:rsid w:val="008F6E29"/>
    <w:rsid w:val="00916188"/>
    <w:rsid w:val="00923D7D"/>
    <w:rsid w:val="009508DF"/>
    <w:rsid w:val="00950DAC"/>
    <w:rsid w:val="00954A07"/>
    <w:rsid w:val="0097050D"/>
    <w:rsid w:val="00997F14"/>
    <w:rsid w:val="009A78D9"/>
    <w:rsid w:val="009C3E31"/>
    <w:rsid w:val="009C54AE"/>
    <w:rsid w:val="009C788E"/>
    <w:rsid w:val="009C7BD5"/>
    <w:rsid w:val="009D3F3B"/>
    <w:rsid w:val="009E0543"/>
    <w:rsid w:val="009E3B41"/>
    <w:rsid w:val="009F3C5C"/>
    <w:rsid w:val="009F40CD"/>
    <w:rsid w:val="009F4610"/>
    <w:rsid w:val="009F5146"/>
    <w:rsid w:val="00A00ECC"/>
    <w:rsid w:val="00A155EE"/>
    <w:rsid w:val="00A2245B"/>
    <w:rsid w:val="00A30110"/>
    <w:rsid w:val="00A35025"/>
    <w:rsid w:val="00A36899"/>
    <w:rsid w:val="00A371F6"/>
    <w:rsid w:val="00A43BF6"/>
    <w:rsid w:val="00A53FA5"/>
    <w:rsid w:val="00A54817"/>
    <w:rsid w:val="00A601C8"/>
    <w:rsid w:val="00A60799"/>
    <w:rsid w:val="00A77688"/>
    <w:rsid w:val="00A84C85"/>
    <w:rsid w:val="00A9195E"/>
    <w:rsid w:val="00A946D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153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01A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D02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27C7"/>
    <w:rsid w:val="00CD11A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0AF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196F"/>
    <w:rsid w:val="00E63348"/>
    <w:rsid w:val="00E742AA"/>
    <w:rsid w:val="00E77E88"/>
    <w:rsid w:val="00E8107D"/>
    <w:rsid w:val="00E960BB"/>
    <w:rsid w:val="00EA2074"/>
    <w:rsid w:val="00EA4832"/>
    <w:rsid w:val="00EA4E9D"/>
    <w:rsid w:val="00EC3BEA"/>
    <w:rsid w:val="00EC4899"/>
    <w:rsid w:val="00ED03AB"/>
    <w:rsid w:val="00ED32D2"/>
    <w:rsid w:val="00ED4833"/>
    <w:rsid w:val="00EE32DE"/>
    <w:rsid w:val="00EE5457"/>
    <w:rsid w:val="00F070AB"/>
    <w:rsid w:val="00F17567"/>
    <w:rsid w:val="00F27A7B"/>
    <w:rsid w:val="00F31AB1"/>
    <w:rsid w:val="00F526AF"/>
    <w:rsid w:val="00F617C3"/>
    <w:rsid w:val="00F7066B"/>
    <w:rsid w:val="00F83B28"/>
    <w:rsid w:val="00F974DA"/>
    <w:rsid w:val="00FA46E5"/>
    <w:rsid w:val="00FB2B78"/>
    <w:rsid w:val="00FB7DBA"/>
    <w:rsid w:val="00FC1C25"/>
    <w:rsid w:val="00FC3F45"/>
    <w:rsid w:val="00FD503F"/>
    <w:rsid w:val="00FD7589"/>
    <w:rsid w:val="00FF016A"/>
    <w:rsid w:val="00FF0C17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6A043"/>
  <w15:docId w15:val="{C06362ED-39BE-4616-955F-8C3F8E452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11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11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11A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1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1A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5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tycypacjaobywatelska.pl/strefa-wiedzy/biblioteka/publikacje/abc-partycypacji-obywatelskiej-poradnik-dla-organizatorow-procesow-partycypacyjnych/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CA30A0-987D-4559-8F34-39C0613770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ADD34E-421A-4CB2-AF69-129546516EEC}"/>
</file>

<file path=customXml/itemProps3.xml><?xml version="1.0" encoding="utf-8"?>
<ds:datastoreItem xmlns:ds="http://schemas.openxmlformats.org/officeDocument/2006/customXml" ds:itemID="{A9F2A0A6-461D-4E2F-987A-38DB448042E6}"/>
</file>

<file path=customXml/itemProps4.xml><?xml version="1.0" encoding="utf-8"?>
<ds:datastoreItem xmlns:ds="http://schemas.openxmlformats.org/officeDocument/2006/customXml" ds:itemID="{B0F7AF01-12D1-4EF0-9672-4D149A0C647F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1224</Words>
  <Characters>7349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6</cp:revision>
  <cp:lastPrinted>2019-02-06T12:12:00Z</cp:lastPrinted>
  <dcterms:created xsi:type="dcterms:W3CDTF">2021-09-30T21:21:00Z</dcterms:created>
  <dcterms:modified xsi:type="dcterms:W3CDTF">2021-10-02T11:58:00Z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